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 DOSTAWĘ</w:t>
      </w:r>
    </w:p>
    <w:p w:rsidR="00702A3D" w:rsidRPr="00144177" w:rsidRDefault="00D21AE5" w:rsidP="001441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ENERGII </w:t>
      </w:r>
      <w:r w:rsidRPr="00D21AE5">
        <w:rPr>
          <w:b/>
          <w:bCs/>
          <w:sz w:val="28"/>
          <w:szCs w:val="28"/>
        </w:rPr>
        <w:t>ELEKTRYCZNEJ</w:t>
      </w:r>
    </w:p>
    <w:p w:rsidR="00144177" w:rsidRPr="00CE5BBC" w:rsidRDefault="00D21AE5" w:rsidP="00144177">
      <w:pPr>
        <w:spacing w:before="120" w:after="120"/>
        <w:ind w:left="6" w:hanging="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B5491C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8F6DE1">
        <w:t xml:space="preserve"> 2018 r. poz. 1986</w:t>
      </w:r>
      <w:r w:rsidR="00136EC5">
        <w:t xml:space="preserve"> z </w:t>
      </w:r>
      <w:proofErr w:type="spellStart"/>
      <w:r w:rsidR="00136EC5">
        <w:t>późn</w:t>
      </w:r>
      <w:proofErr w:type="spellEnd"/>
      <w:r w:rsidR="00136EC5">
        <w:t xml:space="preserve">. </w:t>
      </w:r>
      <w:proofErr w:type="spellStart"/>
      <w:r w:rsidR="00136EC5">
        <w:t>zm</w:t>
      </w:r>
      <w:proofErr w:type="spellEnd"/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AE4F69" w:rsidRPr="00AE4F69">
        <w:rPr>
          <w:rFonts w:asciiTheme="minorHAnsi" w:hAnsiTheme="minorHAnsi"/>
          <w:b/>
          <w:sz w:val="22"/>
        </w:rPr>
        <w:t xml:space="preserve">dostawa </w:t>
      </w:r>
      <w:r w:rsidR="00D21AE5" w:rsidRPr="00D21AE5">
        <w:rPr>
          <w:rFonts w:asciiTheme="minorHAnsi" w:hAnsiTheme="minorHAnsi"/>
          <w:b/>
          <w:sz w:val="22"/>
        </w:rPr>
        <w:t>energii elektrycznej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5B0AE2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D21AE5">
        <w:rPr>
          <w:sz w:val="22"/>
          <w:szCs w:val="22"/>
        </w:rPr>
        <w:t>aganiami określonymi w </w:t>
      </w:r>
      <w:r w:rsidR="005B364B" w:rsidRPr="00A50565">
        <w:rPr>
          <w:sz w:val="22"/>
          <w:szCs w:val="22"/>
        </w:rPr>
        <w:t>SIWZ</w:t>
      </w:r>
      <w:r w:rsidR="00D21AE5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 xml:space="preserve">Nazwa (rodzaj) towaru lub usługi wraz z podaniem ich wartość bez kwoty podatku, których dostawa lub świadczenie będzie prowadzić do powstania u Zamawiającego </w:t>
      </w:r>
      <w:r w:rsidR="00D21AE5">
        <w:rPr>
          <w:rFonts w:eastAsia="CIDFont+F2"/>
          <w:sz w:val="22"/>
          <w:szCs w:val="22"/>
        </w:rPr>
        <w:t>obowiązku podatkowego zgodnie z </w:t>
      </w:r>
      <w:r>
        <w:rPr>
          <w:rFonts w:eastAsia="CIDFont+F2"/>
          <w:sz w:val="22"/>
          <w:szCs w:val="22"/>
        </w:rPr>
        <w:t>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E609CB" w:rsidRPr="00D56BC9" w:rsidRDefault="00026F65" w:rsidP="00D56BC9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F25B2F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F25B2F">
        <w:rPr>
          <w:sz w:val="22"/>
          <w:szCs w:val="22"/>
        </w:rPr>
        <w:t>spełniamy warunki udziału określone przez zamawiającego w tym postępowaniu</w:t>
      </w:r>
      <w:r w:rsidR="005B0AE2" w:rsidRPr="00F25B2F">
        <w:rPr>
          <w:sz w:val="22"/>
          <w:szCs w:val="22"/>
        </w:rPr>
        <w:t>,</w:t>
      </w:r>
    </w:p>
    <w:p w:rsidR="005B0AE2" w:rsidRPr="00F25B2F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F25B2F">
        <w:rPr>
          <w:sz w:val="22"/>
          <w:szCs w:val="22"/>
        </w:rPr>
        <w:t>przedmiot z</w:t>
      </w:r>
      <w:r w:rsidR="00C82D97" w:rsidRPr="00F25B2F">
        <w:rPr>
          <w:sz w:val="22"/>
          <w:szCs w:val="22"/>
        </w:rPr>
        <w:t>amówienia wykonamy w terminie</w:t>
      </w:r>
      <w:r w:rsidR="00FE49B8" w:rsidRPr="00F25B2F">
        <w:rPr>
          <w:b/>
          <w:sz w:val="22"/>
          <w:szCs w:val="22"/>
        </w:rPr>
        <w:t xml:space="preserve"> </w:t>
      </w:r>
      <w:r w:rsidR="00D21AE5">
        <w:rPr>
          <w:sz w:val="22"/>
          <w:szCs w:val="22"/>
        </w:rPr>
        <w:t>12</w:t>
      </w:r>
      <w:r w:rsidR="00C82D97" w:rsidRPr="00F25B2F">
        <w:rPr>
          <w:sz w:val="22"/>
          <w:szCs w:val="22"/>
        </w:rPr>
        <w:t xml:space="preserve"> miesięcy od dnia podpisania umowy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C82D97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CC5B84">
        <w:rPr>
          <w:sz w:val="22"/>
          <w:szCs w:val="22"/>
        </w:rPr>
        <w:t>emy istotne postanowienia</w:t>
      </w:r>
      <w:r w:rsidR="00C82D97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CC5B84">
        <w:rPr>
          <w:sz w:val="22"/>
          <w:szCs w:val="22"/>
        </w:rPr>
        <w:t>5</w:t>
      </w:r>
      <w:r w:rsidR="00FE49B8">
        <w:rPr>
          <w:sz w:val="22"/>
          <w:szCs w:val="22"/>
        </w:rPr>
        <w:t xml:space="preserve"> 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 w:rsidR="00CC5B84" w:rsidRPr="00CC5B84">
        <w:rPr>
          <w:sz w:val="22"/>
          <w:szCs w:val="22"/>
        </w:rPr>
        <w:t>istotne postanowienia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  <w:bookmarkStart w:id="0" w:name="_GoBack"/>
      <w:bookmarkEnd w:id="0"/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9B5A2D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9B5A2D" w:rsidRPr="009B5A2D" w:rsidRDefault="009B5A2D" w:rsidP="009B5A2D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Default="00315D09" w:rsidP="0040028D">
      <w:pPr>
        <w:spacing w:line="276" w:lineRule="auto"/>
        <w:jc w:val="both"/>
        <w:rPr>
          <w:sz w:val="22"/>
          <w:szCs w:val="22"/>
        </w:rPr>
      </w:pP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b/>
          <w:sz w:val="22"/>
          <w:szCs w:val="22"/>
        </w:rPr>
        <w:t>VII.</w:t>
      </w:r>
      <w:r w:rsidRPr="0040028D">
        <w:rPr>
          <w:sz w:val="22"/>
          <w:szCs w:val="22"/>
        </w:rPr>
        <w:t xml:space="preserve">   Oświadczamy, że: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a) jesteśmy: 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małym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- średnim przedsiębiorcą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b)  pochodzimy  z innego państwa członkowskiego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c) pochodzimy z innego państwa nie będącego członkiem Unii Europejskiej *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 xml:space="preserve">          Skrót literowy nazwy państwa: ______</w:t>
      </w:r>
    </w:p>
    <w:p w:rsidR="0040028D" w:rsidRPr="0040028D" w:rsidRDefault="0040028D" w:rsidP="0040028D">
      <w:pPr>
        <w:spacing w:line="276" w:lineRule="auto"/>
        <w:jc w:val="both"/>
        <w:rPr>
          <w:sz w:val="22"/>
          <w:szCs w:val="22"/>
        </w:rPr>
      </w:pPr>
      <w:r w:rsidRPr="0040028D">
        <w:rPr>
          <w:sz w:val="22"/>
          <w:szCs w:val="22"/>
        </w:rPr>
        <w:t>* niepotrzebne skreślić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B86667" w:rsidRPr="00B86667" w:rsidRDefault="00B86667" w:rsidP="00B86667">
      <w:pPr>
        <w:pStyle w:val="Akapitzlist"/>
        <w:keepNext/>
        <w:numPr>
          <w:ilvl w:val="0"/>
          <w:numId w:val="20"/>
        </w:numPr>
        <w:tabs>
          <w:tab w:val="left" w:pos="284"/>
        </w:tabs>
        <w:spacing w:line="276" w:lineRule="auto"/>
        <w:contextualSpacing w:val="0"/>
        <w:jc w:val="both"/>
        <w:outlineLvl w:val="0"/>
        <w:rPr>
          <w:rFonts w:cs="Arial"/>
          <w:vanish/>
          <w:sz w:val="20"/>
          <w:szCs w:val="22"/>
        </w:rPr>
      </w:pPr>
    </w:p>
    <w:p w:rsidR="00171B9C" w:rsidRPr="0040028D" w:rsidRDefault="0040028D" w:rsidP="00B86667">
      <w:pPr>
        <w:pStyle w:val="Nagwek1"/>
      </w:pPr>
      <w:r>
        <w:t xml:space="preserve"> </w:t>
      </w:r>
      <w:r w:rsidR="00794CB8" w:rsidRPr="0040028D">
        <w:t>W razie wybrania nas</w:t>
      </w:r>
      <w:r w:rsidR="00A422AD" w:rsidRPr="0040028D">
        <w:t>zej oferty zobowiązujemy się do</w:t>
      </w:r>
      <w:r w:rsidR="00171B9C" w:rsidRPr="0040028D">
        <w:t>:</w:t>
      </w:r>
    </w:p>
    <w:p w:rsidR="00171B9C" w:rsidRPr="00A50565" w:rsidRDefault="00A24E6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Pr="00A50565">
        <w:rPr>
          <w:sz w:val="22"/>
          <w:szCs w:val="22"/>
        </w:rPr>
        <w:tab/>
      </w:r>
      <w:r w:rsidR="00171B9C" w:rsidRPr="00A50565">
        <w:rPr>
          <w:sz w:val="22"/>
          <w:szCs w:val="22"/>
        </w:rPr>
        <w:t>dopełnienia formalności, o których mowa w SIWZ</w:t>
      </w:r>
      <w:r w:rsidR="00A422AD" w:rsidRPr="00A50565">
        <w:rPr>
          <w:sz w:val="22"/>
          <w:szCs w:val="22"/>
        </w:rPr>
        <w:t xml:space="preserve"> </w:t>
      </w:r>
    </w:p>
    <w:p w:rsidR="006E65D1" w:rsidRPr="00A50565" w:rsidRDefault="006E65D1" w:rsidP="00A50565">
      <w:pPr>
        <w:numPr>
          <w:ilvl w:val="2"/>
          <w:numId w:val="5"/>
        </w:numPr>
        <w:tabs>
          <w:tab w:val="clear" w:pos="2340"/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podpisania umowy na warunkach zawartych w Specyfikacji Istotnych Warunków Zamówienia, w miejscu i terminie wskazanym p</w:t>
      </w:r>
      <w:r w:rsidR="00315D09" w:rsidRPr="00A50565">
        <w:rPr>
          <w:sz w:val="22"/>
          <w:szCs w:val="22"/>
        </w:rPr>
        <w:t>rzez Zamawiającego.</w:t>
      </w:r>
    </w:p>
    <w:p w:rsidR="00DB1310" w:rsidRDefault="00DB131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601DA6" w:rsidRDefault="00601DA6" w:rsidP="00601DA6">
      <w:pPr>
        <w:pStyle w:val="Nagwek1"/>
        <w:rPr>
          <w:sz w:val="22"/>
        </w:rPr>
      </w:pPr>
      <w:r w:rsidRPr="00601DA6">
        <w:rPr>
          <w:sz w:val="22"/>
        </w:rPr>
        <w:t xml:space="preserve">  Oświadczam, że wypełniłem obowiązki informacyjne przewidziane w art. 13 lub art. 14 RODO</w:t>
      </w:r>
      <w:r w:rsidRPr="00601DA6">
        <w:rPr>
          <w:sz w:val="22"/>
          <w:vertAlign w:val="superscript"/>
        </w:rPr>
        <w:t>1)</w:t>
      </w:r>
      <w:r w:rsidRPr="00601DA6">
        <w:rPr>
          <w:sz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6430E1" w:rsidRPr="00601DA6" w:rsidRDefault="006430E1" w:rsidP="006430E1">
      <w:pPr>
        <w:pStyle w:val="Nagwek1"/>
        <w:numPr>
          <w:ilvl w:val="0"/>
          <w:numId w:val="0"/>
        </w:numPr>
        <w:rPr>
          <w:sz w:val="22"/>
        </w:rPr>
      </w:pPr>
    </w:p>
    <w:p w:rsidR="004A4FA5" w:rsidRDefault="004A4FA5" w:rsidP="004A4FA5">
      <w:pPr>
        <w:pStyle w:val="Nagwek1"/>
        <w:numPr>
          <w:ilvl w:val="0"/>
          <w:numId w:val="0"/>
        </w:numPr>
      </w:pPr>
      <w: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430E1" w:rsidRDefault="004A4FA5" w:rsidP="004A4FA5">
      <w:pPr>
        <w:pStyle w:val="Nagwek1"/>
        <w:numPr>
          <w:ilvl w:val="0"/>
          <w:numId w:val="0"/>
        </w:numPr>
      </w:pPr>
      <w: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4A4FA5" w:rsidRPr="00601DA6" w:rsidRDefault="004A4FA5" w:rsidP="004A4FA5">
      <w:pPr>
        <w:pStyle w:val="Nagwek1"/>
        <w:numPr>
          <w:ilvl w:val="0"/>
          <w:numId w:val="0"/>
        </w:numPr>
      </w:pPr>
    </w:p>
    <w:p w:rsidR="00315D09" w:rsidRPr="00A50565" w:rsidRDefault="009C51D3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>Oferta wraz  z  załącznikami  została złożona na …</w:t>
      </w:r>
      <w:r w:rsidR="004A333D" w:rsidRPr="00A50565">
        <w:rPr>
          <w:sz w:val="22"/>
        </w:rPr>
        <w:t>..</w:t>
      </w:r>
      <w:r w:rsidRPr="00A50565">
        <w:rPr>
          <w:sz w:val="22"/>
        </w:rPr>
        <w:t>.. stronach, kol</w:t>
      </w:r>
      <w:r w:rsidR="006C73E0" w:rsidRPr="00A50565">
        <w:rPr>
          <w:sz w:val="22"/>
        </w:rPr>
        <w:t xml:space="preserve">ejno ponumerowanych </w:t>
      </w:r>
    </w:p>
    <w:p w:rsidR="006C73E0" w:rsidRDefault="00315D09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  <w:r w:rsidRPr="00A50565">
        <w:rPr>
          <w:sz w:val="22"/>
        </w:rPr>
        <w:t>o</w:t>
      </w:r>
      <w:r w:rsidR="006C73E0" w:rsidRPr="00A50565">
        <w:rPr>
          <w:sz w:val="22"/>
        </w:rPr>
        <w:t>d</w:t>
      </w:r>
      <w:r w:rsidRPr="00A50565">
        <w:rPr>
          <w:sz w:val="22"/>
        </w:rPr>
        <w:t xml:space="preserve"> </w:t>
      </w:r>
      <w:r w:rsidR="006C73E0" w:rsidRPr="00A50565">
        <w:rPr>
          <w:sz w:val="22"/>
        </w:rPr>
        <w:t>nr ….. do nr …..  .</w:t>
      </w:r>
    </w:p>
    <w:p w:rsidR="004F7DE0" w:rsidRPr="00A50565" w:rsidRDefault="004F7DE0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ind w:firstLine="426"/>
        <w:rPr>
          <w:sz w:val="22"/>
        </w:rPr>
      </w:pPr>
    </w:p>
    <w:p w:rsidR="009C51D3" w:rsidRDefault="009C51D3" w:rsidP="00A50565">
      <w:pPr>
        <w:pStyle w:val="Nagwek1"/>
        <w:numPr>
          <w:ilvl w:val="0"/>
          <w:numId w:val="0"/>
        </w:numPr>
        <w:rPr>
          <w:sz w:val="22"/>
        </w:rPr>
      </w:pPr>
      <w:r w:rsidRPr="00A50565">
        <w:rPr>
          <w:sz w:val="22"/>
        </w:rPr>
        <w:t xml:space="preserve">Niniejszym informujemy, iż informacje składające się na ofertę, zawarte na stronach </w:t>
      </w:r>
      <w:r w:rsidR="00826611" w:rsidRPr="00A50565">
        <w:rPr>
          <w:sz w:val="22"/>
        </w:rPr>
        <w:t>od nr</w:t>
      </w:r>
      <w:r w:rsidRPr="00A50565">
        <w:rPr>
          <w:sz w:val="22"/>
        </w:rPr>
        <w:t>............</w:t>
      </w:r>
      <w:r w:rsidR="00826611" w:rsidRPr="00A50565">
        <w:rPr>
          <w:sz w:val="22"/>
        </w:rPr>
        <w:t xml:space="preserve"> do nr........</w:t>
      </w:r>
      <w:r w:rsidRPr="00A50565">
        <w:rPr>
          <w:sz w:val="22"/>
        </w:rPr>
        <w:t>.</w:t>
      </w:r>
      <w:r w:rsidR="00315D09" w:rsidRPr="00A50565">
        <w:rPr>
          <w:sz w:val="22"/>
        </w:rPr>
        <w:t xml:space="preserve"> </w:t>
      </w:r>
      <w:r w:rsidRPr="00A50565">
        <w:rPr>
          <w:sz w:val="22"/>
        </w:rPr>
        <w:t>stanowią tajemnicę przedsiębiorstwa, w rozumieniu przepisów ustawy o zwalc</w:t>
      </w:r>
      <w:r w:rsidR="00315D09" w:rsidRPr="00A50565">
        <w:rPr>
          <w:sz w:val="22"/>
        </w:rPr>
        <w:t>zaniu nieuczciwej konkurencji i </w:t>
      </w:r>
      <w:r w:rsidRPr="00A50565">
        <w:rPr>
          <w:sz w:val="22"/>
        </w:rPr>
        <w:t xml:space="preserve"> nie mogą być ogólnie udostępnione.</w:t>
      </w:r>
    </w:p>
    <w:p w:rsidR="00E03DF5" w:rsidRPr="00814BB9" w:rsidRDefault="00E03DF5" w:rsidP="00A50565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UWAGA.</w:t>
      </w:r>
    </w:p>
    <w:p w:rsidR="00E03DF5" w:rsidRDefault="004B1238" w:rsidP="00814BB9">
      <w:pPr>
        <w:pStyle w:val="Nagwek1"/>
        <w:numPr>
          <w:ilvl w:val="0"/>
          <w:numId w:val="0"/>
        </w:numPr>
        <w:rPr>
          <w:i/>
          <w:sz w:val="22"/>
        </w:rPr>
      </w:pPr>
      <w:r w:rsidRPr="00814BB9">
        <w:rPr>
          <w:i/>
          <w:sz w:val="22"/>
        </w:rPr>
        <w:t>W przypadku powołania się na tajemnicę przedsiębiorstwa wykonawca zobowiązany jest wykazać, iż zastrzeżone informacje stanowią tajemnicę przedsi</w:t>
      </w:r>
      <w:r w:rsidR="00814BB9" w:rsidRPr="00814BB9">
        <w:rPr>
          <w:i/>
          <w:sz w:val="22"/>
        </w:rPr>
        <w:t>ębiorstwa</w:t>
      </w:r>
      <w:r w:rsidR="00814BB9">
        <w:rPr>
          <w:i/>
          <w:sz w:val="22"/>
        </w:rPr>
        <w:t xml:space="preserve"> – art. 8 ust 3 ustawy </w:t>
      </w:r>
      <w:proofErr w:type="spellStart"/>
      <w:r w:rsidR="00814BB9">
        <w:rPr>
          <w:i/>
          <w:sz w:val="22"/>
        </w:rPr>
        <w:t>pzp</w:t>
      </w:r>
      <w:proofErr w:type="spellEnd"/>
      <w:r w:rsidR="00814BB9" w:rsidRPr="00814BB9">
        <w:rPr>
          <w:i/>
          <w:sz w:val="22"/>
        </w:rPr>
        <w:t>.</w:t>
      </w:r>
    </w:p>
    <w:p w:rsidR="00315D09" w:rsidRPr="00A50565" w:rsidRDefault="00315D09" w:rsidP="00A50565">
      <w:pPr>
        <w:pStyle w:val="Nagwek1"/>
        <w:numPr>
          <w:ilvl w:val="0"/>
          <w:numId w:val="0"/>
        </w:numPr>
        <w:rPr>
          <w:sz w:val="22"/>
        </w:rPr>
      </w:pPr>
    </w:p>
    <w:p w:rsidR="005E5A1C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A50565">
        <w:rPr>
          <w:sz w:val="22"/>
        </w:rPr>
        <w:t xml:space="preserve">  </w:t>
      </w:r>
      <w:r w:rsidR="009C51D3" w:rsidRPr="00A50565">
        <w:rPr>
          <w:sz w:val="22"/>
        </w:rPr>
        <w:t>Załącznikami do oferty są</w:t>
      </w:r>
      <w:r w:rsidR="005E5A1C" w:rsidRPr="00A50565">
        <w:rPr>
          <w:sz w:val="22"/>
        </w:rPr>
        <w:t>:</w:t>
      </w:r>
    </w:p>
    <w:p w:rsidR="005E5A1C" w:rsidRPr="00A50565" w:rsidRDefault="005E5A1C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</w:t>
      </w:r>
      <w:r w:rsidR="009C51D3" w:rsidRPr="00A50565">
        <w:rPr>
          <w:sz w:val="22"/>
          <w:szCs w:val="22"/>
        </w:rPr>
        <w:t>….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</w:t>
      </w:r>
    </w:p>
    <w:p w:rsidR="009C51D3" w:rsidRPr="00A50565" w:rsidRDefault="009C51D3" w:rsidP="00A50565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>……………………………….…….</w:t>
      </w:r>
    </w:p>
    <w:p w:rsidR="008D540E" w:rsidRPr="00A50565" w:rsidRDefault="007F6881" w:rsidP="00A50565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A50565">
        <w:rPr>
          <w:sz w:val="22"/>
          <w:szCs w:val="22"/>
        </w:rPr>
        <w:t xml:space="preserve">(n)      </w:t>
      </w:r>
      <w:r w:rsidR="001C2B50" w:rsidRPr="00A50565">
        <w:rPr>
          <w:sz w:val="22"/>
          <w:szCs w:val="22"/>
        </w:rPr>
        <w:t>……………………………….…….</w:t>
      </w:r>
    </w:p>
    <w:p w:rsidR="007F6881" w:rsidRPr="00CE5BBC" w:rsidRDefault="007F6881" w:rsidP="005E5A1C"/>
    <w:p w:rsidR="00A422AD" w:rsidRPr="00CE5BBC" w:rsidRDefault="00A422AD" w:rsidP="005E5A1C"/>
    <w:p w:rsidR="005E5A1C" w:rsidRPr="007B6442" w:rsidRDefault="006B7438" w:rsidP="005E5A1C">
      <w:pPr>
        <w:rPr>
          <w:sz w:val="20"/>
        </w:rPr>
      </w:pPr>
      <w:r w:rsidRPr="007B6442">
        <w:rPr>
          <w:sz w:val="20"/>
        </w:rPr>
        <w:t xml:space="preserve"> </w:t>
      </w:r>
      <w:r w:rsidR="00612F8A" w:rsidRPr="007B6442">
        <w:rPr>
          <w:sz w:val="20"/>
        </w:rPr>
        <w:t>............................. dn. ...........................</w:t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</w:r>
      <w:r w:rsidR="00612F8A" w:rsidRPr="007B6442">
        <w:rPr>
          <w:sz w:val="20"/>
        </w:rPr>
        <w:tab/>
        <w:t xml:space="preserve">                </w:t>
      </w:r>
      <w:r w:rsidRPr="007B6442">
        <w:rPr>
          <w:sz w:val="20"/>
        </w:rPr>
        <w:t xml:space="preserve">    </w:t>
      </w:r>
      <w:r w:rsidR="005E5A1C" w:rsidRPr="007B6442">
        <w:rPr>
          <w:sz w:val="20"/>
        </w:rPr>
        <w:t xml:space="preserve"> </w:t>
      </w:r>
      <w:r w:rsidR="002D654A" w:rsidRPr="007B6442">
        <w:rPr>
          <w:sz w:val="20"/>
        </w:rPr>
        <w:t xml:space="preserve"> </w:t>
      </w:r>
      <w:r w:rsidR="007B6442">
        <w:rPr>
          <w:sz w:val="20"/>
        </w:rPr>
        <w:t xml:space="preserve">             …………….</w:t>
      </w:r>
      <w:r w:rsidR="005E5A1C" w:rsidRPr="007B6442">
        <w:rPr>
          <w:sz w:val="20"/>
        </w:rPr>
        <w:t>...................................................</w:t>
      </w:r>
      <w:r w:rsidR="00612F8A" w:rsidRPr="007B6442">
        <w:rPr>
          <w:sz w:val="20"/>
        </w:rPr>
        <w:t>.....</w:t>
      </w:r>
      <w:r w:rsidR="005E5A1C" w:rsidRPr="007B6442">
        <w:rPr>
          <w:sz w:val="20"/>
        </w:rPr>
        <w:t>.....</w:t>
      </w:r>
    </w:p>
    <w:p w:rsidR="00686838" w:rsidRPr="00B2088C" w:rsidRDefault="005E5A1C" w:rsidP="00B2088C">
      <w:pPr>
        <w:ind w:left="4962"/>
        <w:jc w:val="center"/>
        <w:rPr>
          <w:rStyle w:val="LPzwykly"/>
          <w:i/>
          <w:sz w:val="16"/>
          <w:szCs w:val="16"/>
        </w:rPr>
      </w:pPr>
      <w:r w:rsidRPr="00B2088C">
        <w:rPr>
          <w:i/>
          <w:sz w:val="16"/>
          <w:szCs w:val="16"/>
        </w:rPr>
        <w:t xml:space="preserve">podpisy </w:t>
      </w:r>
      <w:r w:rsidR="007A7825">
        <w:rPr>
          <w:i/>
          <w:sz w:val="16"/>
          <w:szCs w:val="16"/>
        </w:rPr>
        <w:t>upoważnionego przedstawiciela Wykonawcy</w:t>
      </w: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0B1" w:rsidRDefault="005520B1">
      <w:r>
        <w:separator/>
      </w:r>
    </w:p>
  </w:endnote>
  <w:endnote w:type="continuationSeparator" w:id="0">
    <w:p w:rsidR="005520B1" w:rsidRDefault="00552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B84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0B1" w:rsidRDefault="005520B1">
      <w:r>
        <w:separator/>
      </w:r>
    </w:p>
  </w:footnote>
  <w:footnote w:type="continuationSeparator" w:id="0">
    <w:p w:rsidR="005520B1" w:rsidRDefault="005520B1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7929C3" w:rsidP="00730EF8">
    <w:pPr>
      <w:pStyle w:val="Nagwek"/>
      <w:rPr>
        <w:rFonts w:ascii="Arial" w:hAnsi="Arial"/>
        <w:noProof/>
        <w:sz w:val="20"/>
        <w:szCs w:val="20"/>
      </w:rPr>
    </w:pPr>
    <w:r w:rsidRPr="007929C3">
      <w:rPr>
        <w:rFonts w:ascii="Arial" w:hAnsi="Arial"/>
        <w:noProof/>
        <w:sz w:val="20"/>
        <w:szCs w:val="20"/>
      </w:rPr>
      <w:t>Zn</w:t>
    </w:r>
    <w:r w:rsidR="00C82D97">
      <w:rPr>
        <w:rFonts w:ascii="Arial" w:hAnsi="Arial"/>
        <w:noProof/>
        <w:sz w:val="20"/>
        <w:szCs w:val="20"/>
      </w:rPr>
      <w:t>a</w:t>
    </w:r>
    <w:r w:rsidR="00D21AE5">
      <w:rPr>
        <w:rFonts w:ascii="Arial" w:hAnsi="Arial"/>
        <w:noProof/>
        <w:sz w:val="20"/>
        <w:szCs w:val="20"/>
      </w:rPr>
      <w:t>k sprawy: SP ZOZ NZZP II 2400/09</w:t>
    </w:r>
    <w:r w:rsidR="00C82D97">
      <w:rPr>
        <w:rFonts w:ascii="Arial" w:hAnsi="Arial"/>
        <w:noProof/>
        <w:sz w:val="20"/>
        <w:szCs w:val="20"/>
      </w:rPr>
      <w:t>/19</w:t>
    </w:r>
    <w:r w:rsidRPr="007929C3">
      <w:rPr>
        <w:rFonts w:ascii="Arial" w:hAnsi="Arial"/>
        <w:noProof/>
        <w:sz w:val="20"/>
        <w:szCs w:val="20"/>
      </w:rPr>
      <w:tab/>
      <w:t xml:space="preserve">  </w:t>
    </w:r>
    <w:r>
      <w:rPr>
        <w:rFonts w:ascii="Arial" w:hAnsi="Arial"/>
        <w:noProof/>
        <w:sz w:val="20"/>
        <w:szCs w:val="20"/>
      </w:rPr>
      <w:t xml:space="preserve">                        </w:t>
    </w:r>
    <w:r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  <w:rPr>
        <w:rFonts w:ascii="Arial" w:hAnsi="Arial"/>
        <w:noProof/>
        <w:sz w:val="20"/>
        <w:szCs w:val="20"/>
      </w:rPr>
    </w:pP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6638E3A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Nagwek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Nagwek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  <w:rPr>
        <w:rFonts w:hint="default"/>
      </w:r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9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19"/>
  </w:num>
  <w:num w:numId="7">
    <w:abstractNumId w:val="17"/>
  </w:num>
  <w:num w:numId="8">
    <w:abstractNumId w:val="10"/>
  </w:num>
  <w:num w:numId="9">
    <w:abstractNumId w:val="1"/>
  </w:num>
  <w:num w:numId="10">
    <w:abstractNumId w:val="16"/>
  </w:num>
  <w:num w:numId="11">
    <w:abstractNumId w:val="20"/>
  </w:num>
  <w:num w:numId="12">
    <w:abstractNumId w:val="8"/>
  </w:num>
  <w:num w:numId="13">
    <w:abstractNumId w:val="15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1"/>
  </w:num>
  <w:num w:numId="19">
    <w:abstractNumId w:val="14"/>
  </w:num>
  <w:num w:numId="20">
    <w:abstractNumId w:val="11"/>
  </w:num>
  <w:num w:numId="21">
    <w:abstractNumId w:val="18"/>
  </w:num>
  <w:num w:numId="22">
    <w:abstractNumId w:val="13"/>
  </w:num>
  <w:num w:numId="23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241C8"/>
    <w:rsid w:val="0002615A"/>
    <w:rsid w:val="00026F65"/>
    <w:rsid w:val="00032320"/>
    <w:rsid w:val="0003277E"/>
    <w:rsid w:val="00035D07"/>
    <w:rsid w:val="000409F4"/>
    <w:rsid w:val="00046F80"/>
    <w:rsid w:val="00056F8B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09D2"/>
    <w:rsid w:val="0014311C"/>
    <w:rsid w:val="00144177"/>
    <w:rsid w:val="0015482E"/>
    <w:rsid w:val="0016009A"/>
    <w:rsid w:val="00165FED"/>
    <w:rsid w:val="001677C7"/>
    <w:rsid w:val="001702D6"/>
    <w:rsid w:val="00171B9C"/>
    <w:rsid w:val="00174A9D"/>
    <w:rsid w:val="00176E11"/>
    <w:rsid w:val="001818D1"/>
    <w:rsid w:val="00186BDC"/>
    <w:rsid w:val="0018708F"/>
    <w:rsid w:val="00191900"/>
    <w:rsid w:val="00195198"/>
    <w:rsid w:val="001A7058"/>
    <w:rsid w:val="001B5B26"/>
    <w:rsid w:val="001C2B50"/>
    <w:rsid w:val="001C3D54"/>
    <w:rsid w:val="001D769B"/>
    <w:rsid w:val="001E20A3"/>
    <w:rsid w:val="001E6E76"/>
    <w:rsid w:val="0020329F"/>
    <w:rsid w:val="0020507C"/>
    <w:rsid w:val="0020623A"/>
    <w:rsid w:val="002102B7"/>
    <w:rsid w:val="00210B50"/>
    <w:rsid w:val="00214B1B"/>
    <w:rsid w:val="002154CF"/>
    <w:rsid w:val="00216183"/>
    <w:rsid w:val="00222CEA"/>
    <w:rsid w:val="00224651"/>
    <w:rsid w:val="002410D0"/>
    <w:rsid w:val="00241D45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4266"/>
    <w:rsid w:val="00300A67"/>
    <w:rsid w:val="00302C1E"/>
    <w:rsid w:val="00306722"/>
    <w:rsid w:val="00307C0C"/>
    <w:rsid w:val="003139AF"/>
    <w:rsid w:val="0031440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E4582"/>
    <w:rsid w:val="003F71B7"/>
    <w:rsid w:val="0040028D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76C5C"/>
    <w:rsid w:val="00482884"/>
    <w:rsid w:val="004840A1"/>
    <w:rsid w:val="00491ABD"/>
    <w:rsid w:val="0049438C"/>
    <w:rsid w:val="0049661C"/>
    <w:rsid w:val="004A333D"/>
    <w:rsid w:val="004A4188"/>
    <w:rsid w:val="004A4FA5"/>
    <w:rsid w:val="004B1238"/>
    <w:rsid w:val="004B3123"/>
    <w:rsid w:val="004B739F"/>
    <w:rsid w:val="004C0670"/>
    <w:rsid w:val="004C0A21"/>
    <w:rsid w:val="004E1F5F"/>
    <w:rsid w:val="004E7E57"/>
    <w:rsid w:val="004F42D8"/>
    <w:rsid w:val="004F60F9"/>
    <w:rsid w:val="004F6399"/>
    <w:rsid w:val="004F7841"/>
    <w:rsid w:val="004F7DE0"/>
    <w:rsid w:val="00510C72"/>
    <w:rsid w:val="005220A0"/>
    <w:rsid w:val="0052405B"/>
    <w:rsid w:val="00524E7F"/>
    <w:rsid w:val="0052538A"/>
    <w:rsid w:val="005268E5"/>
    <w:rsid w:val="005372B8"/>
    <w:rsid w:val="00540F6A"/>
    <w:rsid w:val="00547E75"/>
    <w:rsid w:val="005520B1"/>
    <w:rsid w:val="005538D8"/>
    <w:rsid w:val="00566304"/>
    <w:rsid w:val="00570518"/>
    <w:rsid w:val="00570D9F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A5EC1"/>
    <w:rsid w:val="005B04C6"/>
    <w:rsid w:val="005B0AE2"/>
    <w:rsid w:val="005B364B"/>
    <w:rsid w:val="005B645C"/>
    <w:rsid w:val="005C245E"/>
    <w:rsid w:val="005E5A1C"/>
    <w:rsid w:val="005E6335"/>
    <w:rsid w:val="005F1183"/>
    <w:rsid w:val="005F589B"/>
    <w:rsid w:val="005F7201"/>
    <w:rsid w:val="00601DA6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42235"/>
    <w:rsid w:val="006430E1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54962"/>
    <w:rsid w:val="007602A2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4D9B"/>
    <w:rsid w:val="007F6881"/>
    <w:rsid w:val="00801639"/>
    <w:rsid w:val="00801D9C"/>
    <w:rsid w:val="0080574C"/>
    <w:rsid w:val="00807343"/>
    <w:rsid w:val="0081116D"/>
    <w:rsid w:val="0081455A"/>
    <w:rsid w:val="00814BB9"/>
    <w:rsid w:val="008157AE"/>
    <w:rsid w:val="008210D9"/>
    <w:rsid w:val="00824AF2"/>
    <w:rsid w:val="00826611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6DE1"/>
    <w:rsid w:val="008F716C"/>
    <w:rsid w:val="008F73AA"/>
    <w:rsid w:val="008F797E"/>
    <w:rsid w:val="00903CCE"/>
    <w:rsid w:val="00905507"/>
    <w:rsid w:val="00930E98"/>
    <w:rsid w:val="00931229"/>
    <w:rsid w:val="00933C7B"/>
    <w:rsid w:val="00935F01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B5A2D"/>
    <w:rsid w:val="009C51D3"/>
    <w:rsid w:val="009C6723"/>
    <w:rsid w:val="009D28C1"/>
    <w:rsid w:val="009D38D3"/>
    <w:rsid w:val="009F3E84"/>
    <w:rsid w:val="009F447C"/>
    <w:rsid w:val="00A006DF"/>
    <w:rsid w:val="00A112D7"/>
    <w:rsid w:val="00A11EB6"/>
    <w:rsid w:val="00A14D79"/>
    <w:rsid w:val="00A24E61"/>
    <w:rsid w:val="00A31A91"/>
    <w:rsid w:val="00A34D9F"/>
    <w:rsid w:val="00A417BD"/>
    <w:rsid w:val="00A422AD"/>
    <w:rsid w:val="00A4498F"/>
    <w:rsid w:val="00A47553"/>
    <w:rsid w:val="00A50213"/>
    <w:rsid w:val="00A50565"/>
    <w:rsid w:val="00A73E60"/>
    <w:rsid w:val="00A751CE"/>
    <w:rsid w:val="00A84F3D"/>
    <w:rsid w:val="00A85571"/>
    <w:rsid w:val="00A91E82"/>
    <w:rsid w:val="00AB2E12"/>
    <w:rsid w:val="00AB5545"/>
    <w:rsid w:val="00AE0CF7"/>
    <w:rsid w:val="00AE4F69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491C"/>
    <w:rsid w:val="00B5581A"/>
    <w:rsid w:val="00B63CA6"/>
    <w:rsid w:val="00B66C44"/>
    <w:rsid w:val="00B67D81"/>
    <w:rsid w:val="00B73548"/>
    <w:rsid w:val="00B75A17"/>
    <w:rsid w:val="00B767A0"/>
    <w:rsid w:val="00B77DCF"/>
    <w:rsid w:val="00B80C2F"/>
    <w:rsid w:val="00B8529C"/>
    <w:rsid w:val="00B86667"/>
    <w:rsid w:val="00B86D69"/>
    <w:rsid w:val="00B90BB2"/>
    <w:rsid w:val="00B91B51"/>
    <w:rsid w:val="00B95EFE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57853"/>
    <w:rsid w:val="00C608BE"/>
    <w:rsid w:val="00C635D4"/>
    <w:rsid w:val="00C65576"/>
    <w:rsid w:val="00C6576A"/>
    <w:rsid w:val="00C77384"/>
    <w:rsid w:val="00C8080E"/>
    <w:rsid w:val="00C82D97"/>
    <w:rsid w:val="00C848A8"/>
    <w:rsid w:val="00C91AD9"/>
    <w:rsid w:val="00C93C03"/>
    <w:rsid w:val="00C9563F"/>
    <w:rsid w:val="00CA04E9"/>
    <w:rsid w:val="00CA139F"/>
    <w:rsid w:val="00CA3143"/>
    <w:rsid w:val="00CA6DDC"/>
    <w:rsid w:val="00CB11D9"/>
    <w:rsid w:val="00CB599D"/>
    <w:rsid w:val="00CB6B6F"/>
    <w:rsid w:val="00CC5B84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21AE5"/>
    <w:rsid w:val="00D34459"/>
    <w:rsid w:val="00D35507"/>
    <w:rsid w:val="00D43DEB"/>
    <w:rsid w:val="00D55F45"/>
    <w:rsid w:val="00D56BC9"/>
    <w:rsid w:val="00D8344C"/>
    <w:rsid w:val="00D84373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E45DF"/>
    <w:rsid w:val="00DE4A00"/>
    <w:rsid w:val="00DE5648"/>
    <w:rsid w:val="00DE5731"/>
    <w:rsid w:val="00E012E4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A2A"/>
    <w:rsid w:val="00E44F66"/>
    <w:rsid w:val="00E609CB"/>
    <w:rsid w:val="00E609FA"/>
    <w:rsid w:val="00E627C9"/>
    <w:rsid w:val="00E64E94"/>
    <w:rsid w:val="00E779E5"/>
    <w:rsid w:val="00E80099"/>
    <w:rsid w:val="00E84705"/>
    <w:rsid w:val="00E87E55"/>
    <w:rsid w:val="00EB0384"/>
    <w:rsid w:val="00EB1923"/>
    <w:rsid w:val="00EB7210"/>
    <w:rsid w:val="00EC757E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3CC"/>
    <w:rsid w:val="00F25435"/>
    <w:rsid w:val="00F25B2F"/>
    <w:rsid w:val="00F30BFC"/>
    <w:rsid w:val="00F5641C"/>
    <w:rsid w:val="00F60080"/>
    <w:rsid w:val="00F67E10"/>
    <w:rsid w:val="00F730B4"/>
    <w:rsid w:val="00F75FDE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0A83"/>
    <w:rsid w:val="00FB20D5"/>
    <w:rsid w:val="00FB497C"/>
    <w:rsid w:val="00FB5348"/>
    <w:rsid w:val="00FB5D18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  <w:style w:type="paragraph" w:styleId="NormalnyWeb">
    <w:name w:val="Normal (Web)"/>
    <w:basedOn w:val="Normalny"/>
    <w:semiHidden/>
    <w:unhideWhenUsed/>
    <w:rsid w:val="00601DA6"/>
  </w:style>
  <w:style w:type="paragraph" w:styleId="Akapitzlist">
    <w:name w:val="List Paragraph"/>
    <w:basedOn w:val="Normalny"/>
    <w:uiPriority w:val="34"/>
    <w:qFormat/>
    <w:rsid w:val="00B866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38CBB-3C91-42E9-B8E4-A804612B2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70</TotalTime>
  <Pages>3</Pages>
  <Words>1004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7017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Pietraszkiewicz</dc:creator>
  <cp:keywords/>
  <dc:description/>
  <cp:lastModifiedBy>Tomasz Mroszczyk</cp:lastModifiedBy>
  <cp:revision>178</cp:revision>
  <cp:lastPrinted>2019-03-14T08:11:00Z</cp:lastPrinted>
  <dcterms:created xsi:type="dcterms:W3CDTF">2018-03-08T08:22:00Z</dcterms:created>
  <dcterms:modified xsi:type="dcterms:W3CDTF">2019-04-03T10:22:00Z</dcterms:modified>
  <cp:category/>
</cp:coreProperties>
</file>